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4CACF8B7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="0085747A" w:rsidP="009C54AE" w:rsidRDefault="0085747A" w14:paraId="22CE6D02" w14:textId="55855F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062766" w:rsidP="00062766" w:rsidRDefault="00062766" w14:paraId="57ED883B" w14:textId="20585A4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6271DF">
        <w:rPr>
          <w:rFonts w:ascii="Corbel" w:hAnsi="Corbel"/>
          <w:i/>
          <w:smallCaps/>
          <w:sz w:val="24"/>
          <w:szCs w:val="24"/>
        </w:rPr>
        <w:t>2019-2022</w:t>
      </w:r>
    </w:p>
    <w:p w:rsidRPr="00062766" w:rsidR="00445970" w:rsidP="00CA65B5" w:rsidRDefault="00445970" w14:paraId="6438A81C" w14:textId="667B31C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62766">
        <w:rPr>
          <w:rFonts w:ascii="Corbel" w:hAnsi="Corbel"/>
          <w:sz w:val="20"/>
          <w:szCs w:val="20"/>
        </w:rPr>
        <w:t>R</w:t>
      </w:r>
      <w:r w:rsidRPr="00062766" w:rsidR="00CA65B5">
        <w:rPr>
          <w:rFonts w:ascii="Corbel" w:hAnsi="Corbel"/>
          <w:sz w:val="20"/>
          <w:szCs w:val="20"/>
        </w:rPr>
        <w:t>ok akademicki 202</w:t>
      </w:r>
      <w:r w:rsidR="006271DF">
        <w:rPr>
          <w:rFonts w:ascii="Corbel" w:hAnsi="Corbel"/>
          <w:sz w:val="20"/>
          <w:szCs w:val="20"/>
        </w:rPr>
        <w:t>1</w:t>
      </w:r>
      <w:r w:rsidRPr="00062766" w:rsidR="00CA65B5">
        <w:rPr>
          <w:rFonts w:ascii="Corbel" w:hAnsi="Corbel"/>
          <w:sz w:val="20"/>
          <w:szCs w:val="20"/>
        </w:rPr>
        <w:t>/202</w:t>
      </w:r>
      <w:r w:rsidR="006271DF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6C9637D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9E88AF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5319FC87" w14:textId="77777777">
        <w:tc>
          <w:tcPr>
            <w:tcW w:w="2694" w:type="dxa"/>
            <w:vAlign w:val="center"/>
          </w:tcPr>
          <w:p w:rsidRPr="009C54AE" w:rsidR="0085747A" w:rsidP="009C54AE" w:rsidRDefault="00C05F44" w14:paraId="492731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D4525" w14:paraId="7FB4B89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  <w:r w:rsidR="00395D36">
              <w:rPr>
                <w:rFonts w:ascii="Corbel" w:hAnsi="Corbel"/>
                <w:b w:val="0"/>
                <w:sz w:val="24"/>
                <w:szCs w:val="24"/>
              </w:rPr>
              <w:t>ekologiczna</w:t>
            </w:r>
          </w:p>
        </w:tc>
      </w:tr>
      <w:tr w:rsidRPr="009C54AE" w:rsidR="0085747A" w:rsidTr="00B819C8" w14:paraId="247809CA" w14:textId="77777777">
        <w:tc>
          <w:tcPr>
            <w:tcW w:w="2694" w:type="dxa"/>
            <w:vAlign w:val="center"/>
          </w:tcPr>
          <w:p w:rsidRPr="009C54AE" w:rsidR="0085747A" w:rsidP="009C54AE" w:rsidRDefault="00C05F44" w14:paraId="26F99D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AD4525" w:rsidR="0085747A" w:rsidP="00AD4525" w:rsidRDefault="00395D36" w14:paraId="510E163D" w14:textId="7777777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E/I/GRiL/C-1.4b</w:t>
            </w:r>
          </w:p>
        </w:tc>
      </w:tr>
      <w:tr w:rsidRPr="009C54AE" w:rsidR="0085747A" w:rsidTr="00B819C8" w14:paraId="5C3ECCE8" w14:textId="77777777">
        <w:tc>
          <w:tcPr>
            <w:tcW w:w="2694" w:type="dxa"/>
            <w:vAlign w:val="center"/>
          </w:tcPr>
          <w:p w:rsidRPr="009C54AE" w:rsidR="0085747A" w:rsidP="00EA4832" w:rsidRDefault="0017512A" w14:paraId="2C1C45E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53B184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1B34C0D1" w14:textId="77777777">
        <w:tc>
          <w:tcPr>
            <w:tcW w:w="2694" w:type="dxa"/>
            <w:vAlign w:val="center"/>
          </w:tcPr>
          <w:p w:rsidRPr="009C54AE" w:rsidR="0085747A" w:rsidP="009C54AE" w:rsidRDefault="0085747A" w14:paraId="7047D6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A65B5" w14:paraId="0F0057C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5AE7F88E" w14:textId="77777777">
        <w:tc>
          <w:tcPr>
            <w:tcW w:w="2694" w:type="dxa"/>
            <w:vAlign w:val="center"/>
          </w:tcPr>
          <w:p w:rsidRPr="009C54AE" w:rsidR="0085747A" w:rsidP="009C54AE" w:rsidRDefault="0085747A" w14:paraId="51D5E2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D4525" w14:paraId="15723F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26069568" w14:textId="77777777">
        <w:tc>
          <w:tcPr>
            <w:tcW w:w="2694" w:type="dxa"/>
            <w:vAlign w:val="center"/>
          </w:tcPr>
          <w:p w:rsidRPr="009C54AE" w:rsidR="0085747A" w:rsidP="009C54AE" w:rsidRDefault="00DE4A14" w14:paraId="10374E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A65B5" w14:paraId="34D3378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85747A" w:rsidTr="00B819C8" w14:paraId="75306457" w14:textId="77777777">
        <w:tc>
          <w:tcPr>
            <w:tcW w:w="2694" w:type="dxa"/>
            <w:vAlign w:val="center"/>
          </w:tcPr>
          <w:p w:rsidRPr="009C54AE" w:rsidR="0085747A" w:rsidP="009C54AE" w:rsidRDefault="0085747A" w14:paraId="659E7C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0C13F87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6A30A86D" w14:textId="77777777">
        <w:tc>
          <w:tcPr>
            <w:tcW w:w="2694" w:type="dxa"/>
            <w:vAlign w:val="center"/>
          </w:tcPr>
          <w:p w:rsidRPr="009C54AE" w:rsidR="0085747A" w:rsidP="009C54AE" w:rsidRDefault="0085747A" w14:paraId="5C865F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3033C" w14:paraId="2A145C9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655A7493" w14:textId="77777777">
        <w:tc>
          <w:tcPr>
            <w:tcW w:w="2694" w:type="dxa"/>
            <w:vAlign w:val="center"/>
          </w:tcPr>
          <w:p w:rsidRPr="009C54AE" w:rsidR="0085747A" w:rsidP="009C54AE" w:rsidRDefault="0085747A" w14:paraId="67BA57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95D36" w14:paraId="72C75D7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Pr="009C54AE" w:rsidR="0085747A" w:rsidTr="00B819C8" w14:paraId="5E6ED92A" w14:textId="77777777">
        <w:tc>
          <w:tcPr>
            <w:tcW w:w="2694" w:type="dxa"/>
            <w:vAlign w:val="center"/>
          </w:tcPr>
          <w:p w:rsidRPr="009C54AE" w:rsidR="0085747A" w:rsidP="009C54AE" w:rsidRDefault="0085747A" w14:paraId="5A3728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1117F06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name="OLE_LINK3" w:id="0"/>
            <w:bookmarkStart w:name="OLE_LINK4" w:id="1"/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bookmarkEnd w:id="0"/>
            <w:bookmarkEnd w:id="1"/>
          </w:p>
        </w:tc>
      </w:tr>
      <w:tr w:rsidRPr="009C54AE" w:rsidR="00923D7D" w:rsidTr="00B819C8" w14:paraId="04082D6F" w14:textId="77777777">
        <w:tc>
          <w:tcPr>
            <w:tcW w:w="2694" w:type="dxa"/>
            <w:vAlign w:val="center"/>
          </w:tcPr>
          <w:p w:rsidRPr="009C54AE" w:rsidR="00923D7D" w:rsidP="009C54AE" w:rsidRDefault="00923D7D" w14:paraId="5D8E05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CA65B5" w:rsidP="009C54AE" w:rsidRDefault="00CA65B5" w14:paraId="2C66EF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00B819C8" w14:paraId="262D4566" w14:textId="77777777">
        <w:tc>
          <w:tcPr>
            <w:tcW w:w="2694" w:type="dxa"/>
            <w:vAlign w:val="center"/>
          </w:tcPr>
          <w:p w:rsidRPr="009C54AE" w:rsidR="0085747A" w:rsidP="009C54AE" w:rsidRDefault="0085747A" w14:paraId="48C3B3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D4525" w14:paraId="16D9375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Pr="009C54AE" w:rsidR="0085747A" w:rsidTr="00B819C8" w14:paraId="06631A6E" w14:textId="77777777">
        <w:tc>
          <w:tcPr>
            <w:tcW w:w="2694" w:type="dxa"/>
            <w:vAlign w:val="center"/>
          </w:tcPr>
          <w:p w:rsidRPr="009C54AE" w:rsidR="0085747A" w:rsidP="009C54AE" w:rsidRDefault="0085747A" w14:paraId="31CC1B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D4525" w14:paraId="7E43B42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Pr="009C54AE" w:rsidR="0085747A" w:rsidP="009C54AE" w:rsidRDefault="0085747A" w14:paraId="22F9B4EC" w14:textId="21A16A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06276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09E75B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A17896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3FE578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A65B5" w14:paraId="353B20A0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3F6FE7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3009D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9A1F4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279B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B892F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8E853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3EA37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B60CE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BE9332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C5C6C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0B4DA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A65B5" w14:paraId="76C0D73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AD4525" w14:paraId="385F63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D4525" w14:paraId="3E75647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D4525" w14:paraId="389CC72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19128C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8D5BBD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953D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A6E72C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A36CE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3A0E9B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D4525" w14:paraId="6F3246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4B0F49" w:rsidRDefault="00923D7D" w14:paraId="5F0E070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83005C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0721F4" w:rsidP="000721F4" w:rsidRDefault="000721F4" w14:paraId="6021D815" w14:textId="661CD7D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2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Pr="000721F4" w:rsidR="000721F4" w:rsidP="000721F4" w:rsidRDefault="000721F4" w14:paraId="0D6B903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21F4">
        <w:rPr>
          <w:rStyle w:val="normaltextrun"/>
          <w:rFonts w:ascii="Segoe UI Symbol" w:hAnsi="Segoe UI Symbol" w:eastAsia="MS Gothic" w:cs="Segoe UI Symbol"/>
          <w:smallCaps w:val="0"/>
          <w:szCs w:val="24"/>
        </w:rPr>
        <w:t>☐</w:t>
      </w:r>
      <w:r w:rsidRPr="000721F4">
        <w:rPr>
          <w:rStyle w:val="normaltextrun"/>
          <w:rFonts w:ascii="Corbel" w:hAnsi="Corbel" w:cs="Segoe UI"/>
          <w:smallCaps w:val="0"/>
          <w:szCs w:val="24"/>
        </w:rPr>
        <w:t> </w:t>
      </w:r>
      <w:r w:rsidRPr="000721F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0721F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2"/>
    </w:p>
    <w:p w:rsidRPr="009C54AE" w:rsidR="0085747A" w:rsidP="009C54AE" w:rsidRDefault="0085747A" w14:paraId="53681F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C8737D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0721F4" w:rsidR="009C54AE" w:rsidP="009C54AE" w:rsidRDefault="00AA6155" w14:paraId="1C31DD0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721F4"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3FF8BAD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425BD6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604A8D36" w14:textId="77777777">
        <w:tc>
          <w:tcPr>
            <w:tcW w:w="9670" w:type="dxa"/>
          </w:tcPr>
          <w:p w:rsidRPr="009C54AE" w:rsidR="0085747A" w:rsidP="009C54AE" w:rsidRDefault="00D509FC" w14:paraId="76DEE6D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wiązać najważniejsze zagadnienia z treściami programowymi realizowanymi na ćwiczeniach.  </w:t>
            </w:r>
          </w:p>
        </w:tc>
      </w:tr>
    </w:tbl>
    <w:p w:rsidR="00153C41" w:rsidP="009C54AE" w:rsidRDefault="00153C41" w14:paraId="271838F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74F431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6CD828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5153F3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B2740C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4BAD38FA" w14:textId="77777777">
        <w:tc>
          <w:tcPr>
            <w:tcW w:w="851" w:type="dxa"/>
            <w:vAlign w:val="center"/>
          </w:tcPr>
          <w:p w:rsidRPr="004B0F49" w:rsidR="0085747A" w:rsidP="004B0F49" w:rsidRDefault="0085747A" w14:paraId="3BEDE33F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B0F49" w:rsidR="00395D36" w:rsidP="004B0F49" w:rsidRDefault="00395D36" w14:paraId="3033BB82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Przedstawienie ekonomii ekologicznej jako dyscypliny mającej określony przedmiot i metodę badania.</w:t>
            </w:r>
          </w:p>
        </w:tc>
      </w:tr>
      <w:tr w:rsidRPr="009C54AE" w:rsidR="0085747A" w:rsidTr="00923D7D" w14:paraId="2BA179ED" w14:textId="77777777">
        <w:tc>
          <w:tcPr>
            <w:tcW w:w="851" w:type="dxa"/>
            <w:vAlign w:val="center"/>
          </w:tcPr>
          <w:p w:rsidRPr="004B0F49" w:rsidR="0085747A" w:rsidP="004B0F49" w:rsidRDefault="00D509FC" w14:paraId="4F6FA4FD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4B0F49" w:rsidR="00395D36" w:rsidP="004B0F49" w:rsidRDefault="00395D36" w14:paraId="09195368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hAnsi="Corbel" w:eastAsia="Times New Roman"/>
                <w:sz w:val="24"/>
                <w:szCs w:val="24"/>
              </w:rPr>
              <w:t>Wyjaśnienie znaczenia podstawowych pojęć ekonomii i ich roli w analizie problemów ekologicznych,</w:t>
            </w:r>
            <w:r w:rsidRPr="004B0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0F49">
              <w:rPr>
                <w:rFonts w:ascii="Corbel" w:hAnsi="Corbel" w:eastAsia="Times New Roman"/>
                <w:sz w:val="24"/>
                <w:szCs w:val="24"/>
              </w:rPr>
              <w:t>prezentacja powiązań funkcjonalnych pomiędzy środowiskiem przyrodniczym a różnymi sferami gospodarki.</w:t>
            </w:r>
          </w:p>
        </w:tc>
      </w:tr>
      <w:tr w:rsidRPr="009C54AE" w:rsidR="0085747A" w:rsidTr="00923D7D" w14:paraId="17E26733" w14:textId="77777777">
        <w:tc>
          <w:tcPr>
            <w:tcW w:w="851" w:type="dxa"/>
            <w:vAlign w:val="center"/>
          </w:tcPr>
          <w:p w:rsidRPr="004B0F49" w:rsidR="0085747A" w:rsidP="004B0F49" w:rsidRDefault="00D509FC" w14:paraId="6CCF34F7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4B0F49" w:rsidR="00395D36" w:rsidP="004B0F49" w:rsidRDefault="00395D36" w14:paraId="642FC696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wydatków na ochronę środowiska oraz umiejętności diagnozowania i analizowania głównych problemów ekologicznych (np. zanieczyszczenia powietrza, wód i gleb).</w:t>
            </w:r>
          </w:p>
        </w:tc>
      </w:tr>
    </w:tbl>
    <w:p w:rsidRPr="009C54AE" w:rsidR="0085747A" w:rsidP="009C54AE" w:rsidRDefault="0085747A" w14:paraId="639DC8E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731E4D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1024130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47"/>
        <w:gridCol w:w="6209"/>
        <w:gridCol w:w="1864"/>
      </w:tblGrid>
      <w:tr w:rsidRPr="009C54AE" w:rsidR="0085747A" w:rsidTr="004B0F49" w14:paraId="2B982F9F" w14:textId="77777777">
        <w:tc>
          <w:tcPr>
            <w:tcW w:w="1447" w:type="dxa"/>
            <w:vAlign w:val="center"/>
          </w:tcPr>
          <w:p w:rsidRPr="004B0F49" w:rsidR="0085747A" w:rsidP="004B0F49" w:rsidRDefault="0085747A" w14:paraId="52FA92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smallCaps w:val="0"/>
                <w:szCs w:val="24"/>
              </w:rPr>
              <w:t>EK</w:t>
            </w:r>
            <w:r w:rsidRPr="004B0F49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4B0F49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4B0F49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9" w:type="dxa"/>
            <w:vAlign w:val="center"/>
          </w:tcPr>
          <w:p w:rsidRPr="004B0F49" w:rsidR="0085747A" w:rsidP="004B0F49" w:rsidRDefault="0085747A" w14:paraId="71D85F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4B0F49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:rsidRPr="004B0F49" w:rsidR="0085747A" w:rsidP="004B0F49" w:rsidRDefault="0085747A" w14:paraId="14DADE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B0F49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4B0F49" w14:paraId="22BB1008" w14:textId="77777777">
        <w:tc>
          <w:tcPr>
            <w:tcW w:w="1447" w:type="dxa"/>
          </w:tcPr>
          <w:p w:rsidRPr="004B0F49" w:rsidR="0085747A" w:rsidP="004B0F49" w:rsidRDefault="0085747A" w14:paraId="0867B8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9" w:type="dxa"/>
          </w:tcPr>
          <w:p w:rsidRPr="004B0F49" w:rsidR="0085747A" w:rsidP="004B0F49" w:rsidRDefault="00485955" w14:paraId="0E1593FA" w14:textId="777777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Charakteryzuje system gospodarczy  ramach systemu środowiskowego (ekosystemu), uznając ten pierwszy jako podukład tego drugiego. Posiada pogłębioną wiedzę z zakresu polityki ekologicznej i układu instytucjonalnego oraz etyki i kwestii sprawiedliwej dystrybucji dochodów.</w:t>
            </w:r>
          </w:p>
        </w:tc>
        <w:tc>
          <w:tcPr>
            <w:tcW w:w="1864" w:type="dxa"/>
          </w:tcPr>
          <w:p w:rsidRPr="004B0F49" w:rsidR="00E90E47" w:rsidP="00062766" w:rsidRDefault="00E90E47" w14:paraId="6CDA8D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4B0F49" w:rsidR="00E90E47" w:rsidP="00062766" w:rsidRDefault="00E90E47" w14:paraId="178388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Pr="004B0F49" w:rsidR="00E90E47" w:rsidP="00062766" w:rsidRDefault="00E90E47" w14:paraId="2C0920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:rsidRPr="004B0F49" w:rsidR="0085747A" w:rsidP="00062766" w:rsidRDefault="00E90E47" w14:paraId="753238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85747A" w:rsidTr="004B0F49" w14:paraId="1EFACD78" w14:textId="77777777">
        <w:tc>
          <w:tcPr>
            <w:tcW w:w="1447" w:type="dxa"/>
          </w:tcPr>
          <w:p w:rsidRPr="004B0F49" w:rsidR="0085747A" w:rsidP="004B0F49" w:rsidRDefault="0085747A" w14:paraId="7D62D5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9" w:type="dxa"/>
          </w:tcPr>
          <w:p w:rsidRPr="004B0F49" w:rsidR="0085747A" w:rsidP="004B0F49" w:rsidRDefault="00485955" w14:paraId="53B2E8F5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Rozumie ograniczoność substytucji, a także nieodwracalność zużytych zasobów oraz widzi problem sprawiedliwości międzypokoleniowej, problem równowagi w ekosystemach oraz przyjmuje kryterium jakości życia (odrzucając korzyść ekonomiczną, jako jedyne kryterium rozwoju)</w:t>
            </w:r>
            <w:r w:rsidRPr="004B0F49" w:rsidR="007F3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0F49">
              <w:rPr>
                <w:rFonts w:ascii="Corbel" w:hAnsi="Corbel"/>
                <w:sz w:val="24"/>
                <w:szCs w:val="24"/>
              </w:rPr>
              <w:t>ekonomiczne aspekty współczesnej ochrony środowiska i posiada świadomość stałej zmienności w gospodarowaniu zasobami naturalnymi.</w:t>
            </w:r>
          </w:p>
        </w:tc>
        <w:tc>
          <w:tcPr>
            <w:tcW w:w="1864" w:type="dxa"/>
          </w:tcPr>
          <w:p w:rsidRPr="004B0F49" w:rsidR="007F317F" w:rsidP="00062766" w:rsidRDefault="007F317F" w14:paraId="119FD40D" w14:textId="486DF373">
            <w:pPr>
              <w:spacing w:after="0" w:line="240" w:lineRule="auto"/>
              <w:jc w:val="center"/>
              <w:rPr>
                <w:rFonts w:ascii="Corbel" w:hAnsi="Corbel"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hAnsi="Corbel" w:eastAsia="Times New Roman" w:cstheme="minorHAnsi"/>
                <w:color w:val="000000"/>
                <w:sz w:val="24"/>
                <w:szCs w:val="24"/>
                <w:lang w:eastAsia="pl-PL"/>
              </w:rPr>
              <w:t>K_U01</w:t>
            </w:r>
          </w:p>
          <w:p w:rsidRPr="004B0F49" w:rsidR="0085747A" w:rsidP="00062766" w:rsidRDefault="0085747A" w14:paraId="3B96B06B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9C54AE" w:rsidR="0085747A" w:rsidTr="004B0F49" w14:paraId="47A6AB9B" w14:textId="77777777">
        <w:tc>
          <w:tcPr>
            <w:tcW w:w="1447" w:type="dxa"/>
          </w:tcPr>
          <w:p w:rsidRPr="004B0F49" w:rsidR="0085747A" w:rsidP="004B0F49" w:rsidRDefault="00E90E47" w14:paraId="16A92A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9" w:type="dxa"/>
          </w:tcPr>
          <w:p w:rsidRPr="004B0F49" w:rsidR="0085747A" w:rsidP="004B0F49" w:rsidRDefault="00485955" w14:paraId="72DD676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Analizuje dane dotyczące zasobów naturalnych, nakładów na ochronę środowiska i wyprowadza ważne wnioski charakteryzujące gospodarowanie zasobami naturalnymi.</w:t>
            </w:r>
          </w:p>
        </w:tc>
        <w:tc>
          <w:tcPr>
            <w:tcW w:w="1864" w:type="dxa"/>
          </w:tcPr>
          <w:p w:rsidRPr="004B0F49" w:rsidR="0085747A" w:rsidP="00062766" w:rsidRDefault="007F317F" w14:paraId="32D59A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Pr="009C54AE" w:rsidR="00E90E47" w:rsidTr="004B0F49" w14:paraId="3AB3B1C7" w14:textId="77777777">
        <w:tc>
          <w:tcPr>
            <w:tcW w:w="1447" w:type="dxa"/>
          </w:tcPr>
          <w:p w:rsidRPr="004B0F49" w:rsidR="00E90E47" w:rsidP="004B0F49" w:rsidRDefault="00E90E47" w14:paraId="601223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9" w:type="dxa"/>
          </w:tcPr>
          <w:p w:rsidRPr="004B0F49" w:rsidR="00E90E47" w:rsidP="004B0F49" w:rsidRDefault="00485955" w14:paraId="32F3C4F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Posiada świadomość, że system ekonomiczny osadzony jest w środowisku przyrodniczym, z którego czerpie surowe do wytwarzania dóbr (użytecznych dla człowieka), jednocześnie pozbywa się odpadów z procesów produkcyjnych i konsumpcyjnych.</w:t>
            </w:r>
          </w:p>
        </w:tc>
        <w:tc>
          <w:tcPr>
            <w:tcW w:w="1864" w:type="dxa"/>
          </w:tcPr>
          <w:p w:rsidRPr="004B0F49" w:rsidR="00E90E47" w:rsidP="00062766" w:rsidRDefault="007F317F" w14:paraId="4CD8F82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Pr="009C54AE" w:rsidR="00E90E47" w:rsidTr="004B0F49" w14:paraId="1476FAC5" w14:textId="77777777">
        <w:tc>
          <w:tcPr>
            <w:tcW w:w="1447" w:type="dxa"/>
          </w:tcPr>
          <w:p w:rsidRPr="004B0F49" w:rsidR="00E90E47" w:rsidP="004B0F49" w:rsidRDefault="00E90E47" w14:paraId="1AB7E4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9" w:type="dxa"/>
          </w:tcPr>
          <w:p w:rsidRPr="004B0F49" w:rsidR="00E90E47" w:rsidP="004B0F49" w:rsidRDefault="00485955" w14:paraId="1BB5A35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Ma własne sady na temat rosnącej globalnej gospodarki i globalnego ekosystemu, który jest w zakresie dostarczania energii i surowców.</w:t>
            </w:r>
          </w:p>
        </w:tc>
        <w:tc>
          <w:tcPr>
            <w:tcW w:w="1864" w:type="dxa"/>
          </w:tcPr>
          <w:p w:rsidRPr="004B0F49" w:rsidR="007F317F" w:rsidP="00062766" w:rsidRDefault="007F317F" w14:paraId="2249074C" w14:textId="77777777">
            <w:pPr>
              <w:spacing w:after="0" w:line="240" w:lineRule="auto"/>
              <w:jc w:val="center"/>
              <w:rPr>
                <w:rFonts w:ascii="Corbel" w:hAnsi="Corbel"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hAnsi="Corbel" w:eastAsia="Times New Roman" w:cstheme="minorHAnsi"/>
                <w:color w:val="000000"/>
                <w:sz w:val="24"/>
                <w:szCs w:val="24"/>
                <w:lang w:eastAsia="pl-PL"/>
              </w:rPr>
              <w:t>K_K02</w:t>
            </w:r>
          </w:p>
          <w:p w:rsidRPr="004B0F49" w:rsidR="00E90E47" w:rsidP="00062766" w:rsidRDefault="00E90E47" w14:paraId="66A9A0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337F20C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F19112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6FB44BC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2CCE59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481AA1" w14:paraId="266CCCE0" w14:textId="77777777">
        <w:tc>
          <w:tcPr>
            <w:tcW w:w="9520" w:type="dxa"/>
          </w:tcPr>
          <w:p w:rsidRPr="009C54AE" w:rsidR="0085747A" w:rsidP="009C54AE" w:rsidRDefault="0085747A" w14:paraId="3991B8D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481AA1" w14:paraId="0CE5684F" w14:textId="77777777">
        <w:tc>
          <w:tcPr>
            <w:tcW w:w="9520" w:type="dxa"/>
          </w:tcPr>
          <w:p w:rsidRPr="004B0F49" w:rsidR="0085747A" w:rsidP="009C54AE" w:rsidRDefault="00A87A7F" w14:paraId="36FC6CC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Ekonomia a problemy środowiska</w:t>
            </w:r>
          </w:p>
        </w:tc>
      </w:tr>
      <w:tr w:rsidRPr="009C54AE" w:rsidR="0085747A" w:rsidTr="00481AA1" w14:paraId="2CD94019" w14:textId="77777777">
        <w:tc>
          <w:tcPr>
            <w:tcW w:w="9520" w:type="dxa"/>
          </w:tcPr>
          <w:p w:rsidRPr="004B0F49" w:rsidR="0085747A" w:rsidP="009C54AE" w:rsidRDefault="00A87A7F" w14:paraId="57DF4EA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lastRenderedPageBreak/>
              <w:t>Stan i ekonomiczne prognozy zmian środowiska przyrodniczego</w:t>
            </w:r>
          </w:p>
        </w:tc>
      </w:tr>
      <w:tr w:rsidRPr="009C54AE" w:rsidR="0085747A" w:rsidTr="00481AA1" w14:paraId="41D144F3" w14:textId="77777777">
        <w:tc>
          <w:tcPr>
            <w:tcW w:w="9520" w:type="dxa"/>
          </w:tcPr>
          <w:p w:rsidRPr="004B0F49" w:rsidR="0085747A" w:rsidP="009C54AE" w:rsidRDefault="00A87A7F" w14:paraId="257CDA5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Ekonomiczna wartość środowiska</w:t>
            </w:r>
          </w:p>
        </w:tc>
      </w:tr>
      <w:tr w:rsidRPr="009C54AE" w:rsidR="00A87A7F" w:rsidTr="00481AA1" w14:paraId="3443CC10" w14:textId="77777777">
        <w:tc>
          <w:tcPr>
            <w:tcW w:w="9520" w:type="dxa"/>
          </w:tcPr>
          <w:p w:rsidRPr="004B0F49" w:rsidR="00A87A7F" w:rsidP="009C54AE" w:rsidRDefault="00481AA1" w14:paraId="144EF61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Twierdzenie Coase’a</w:t>
            </w:r>
          </w:p>
        </w:tc>
      </w:tr>
      <w:tr w:rsidRPr="009C54AE" w:rsidR="00A87A7F" w:rsidTr="00481AA1" w14:paraId="7D3D0EB5" w14:textId="77777777">
        <w:tc>
          <w:tcPr>
            <w:tcW w:w="9520" w:type="dxa"/>
          </w:tcPr>
          <w:p w:rsidRPr="004B0F49" w:rsidR="00A87A7F" w:rsidP="009C54AE" w:rsidRDefault="00481AA1" w14:paraId="27F8576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Zasoby nieodnawialne i odnawialne</w:t>
            </w:r>
          </w:p>
        </w:tc>
      </w:tr>
      <w:tr w:rsidRPr="009C54AE" w:rsidR="00481AA1" w:rsidTr="00481AA1" w14:paraId="4848A24E" w14:textId="77777777">
        <w:tc>
          <w:tcPr>
            <w:tcW w:w="9520" w:type="dxa"/>
          </w:tcPr>
          <w:p w:rsidRPr="004B0F49" w:rsidR="00481AA1" w:rsidP="00481AA1" w:rsidRDefault="00481AA1" w14:paraId="2A6A3A3B" w14:textId="77777777">
            <w:pPr>
              <w:pStyle w:val="Default"/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Instrumenty polityki ochrony środowiska w praktyce </w:t>
            </w:r>
          </w:p>
        </w:tc>
      </w:tr>
      <w:tr w:rsidRPr="009C54AE" w:rsidR="00481AA1" w:rsidTr="00481AA1" w14:paraId="55548CF1" w14:textId="77777777">
        <w:tc>
          <w:tcPr>
            <w:tcW w:w="9520" w:type="dxa"/>
          </w:tcPr>
          <w:p w:rsidRPr="004B0F49" w:rsidR="00481AA1" w:rsidP="00481AA1" w:rsidRDefault="00481AA1" w14:paraId="25875F0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Wzrost gospodarczy a zanieczyszczenie środowiska i zużywanie zasobów naturalnych</w:t>
            </w:r>
          </w:p>
        </w:tc>
      </w:tr>
      <w:tr w:rsidRPr="009C54AE" w:rsidR="00481AA1" w:rsidTr="00481AA1" w14:paraId="219ABA7E" w14:textId="77777777">
        <w:tc>
          <w:tcPr>
            <w:tcW w:w="9520" w:type="dxa"/>
          </w:tcPr>
          <w:p w:rsidRPr="004B0F49" w:rsidR="00481AA1" w:rsidP="00481AA1" w:rsidRDefault="00481AA1" w14:paraId="27AFE2C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Międzynarodowe problemy ekologiczne</w:t>
            </w:r>
          </w:p>
        </w:tc>
      </w:tr>
      <w:tr w:rsidRPr="009C54AE" w:rsidR="00481AA1" w:rsidTr="00481AA1" w14:paraId="094AB620" w14:textId="77777777">
        <w:tc>
          <w:tcPr>
            <w:tcW w:w="9520" w:type="dxa"/>
          </w:tcPr>
          <w:p w:rsidRPr="004B0F49" w:rsidR="00481AA1" w:rsidP="00481AA1" w:rsidRDefault="007334F1" w14:paraId="47F125F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Europejski zielony ład</w:t>
            </w:r>
          </w:p>
        </w:tc>
      </w:tr>
    </w:tbl>
    <w:p w:rsidRPr="009C54AE" w:rsidR="0085747A" w:rsidP="009C54AE" w:rsidRDefault="0085747A" w14:paraId="123995F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63BAC6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7A51CCAC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D6CF2" w14:paraId="5A231AF2" w14:textId="77777777">
        <w:tc>
          <w:tcPr>
            <w:tcW w:w="9520" w:type="dxa"/>
          </w:tcPr>
          <w:p w:rsidRPr="009C54AE" w:rsidR="0085747A" w:rsidP="009C54AE" w:rsidRDefault="0085747A" w14:paraId="2F25D9D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D6CF2" w14:paraId="5B2D9B00" w14:textId="77777777">
        <w:tc>
          <w:tcPr>
            <w:tcW w:w="9520" w:type="dxa"/>
          </w:tcPr>
          <w:p w:rsidRPr="004B0F49" w:rsidR="0085747A" w:rsidP="009C54AE" w:rsidRDefault="00481AA1" w14:paraId="0FCD89D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Podstawowe pojęcia związane z ekonomią środowiska i zasobów naturalnych</w:t>
            </w:r>
          </w:p>
        </w:tc>
      </w:tr>
      <w:tr w:rsidRPr="009C54AE" w:rsidR="0085747A" w:rsidTr="009D6CF2" w14:paraId="4106125A" w14:textId="77777777">
        <w:tc>
          <w:tcPr>
            <w:tcW w:w="9520" w:type="dxa"/>
          </w:tcPr>
          <w:p w:rsidRPr="004B0F49" w:rsidR="0085747A" w:rsidP="009C54AE" w:rsidRDefault="002A7C80" w14:paraId="7FA03B0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Szacowanie wartości środowiska przyrodniczego</w:t>
            </w:r>
          </w:p>
        </w:tc>
      </w:tr>
      <w:tr w:rsidRPr="009C54AE" w:rsidR="0085747A" w:rsidTr="009D6CF2" w14:paraId="52DE00F1" w14:textId="77777777">
        <w:tc>
          <w:tcPr>
            <w:tcW w:w="9520" w:type="dxa"/>
          </w:tcPr>
          <w:p w:rsidRPr="004B0F49" w:rsidR="0085747A" w:rsidP="009C54AE" w:rsidRDefault="00D65B27" w14:paraId="20FADC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Analiza zasobów nieodnawialnych</w:t>
            </w:r>
          </w:p>
        </w:tc>
      </w:tr>
      <w:tr w:rsidRPr="009C54AE" w:rsidR="00481AA1" w:rsidTr="009D6CF2" w14:paraId="381F7A84" w14:textId="77777777">
        <w:tc>
          <w:tcPr>
            <w:tcW w:w="9520" w:type="dxa"/>
          </w:tcPr>
          <w:p w:rsidRPr="004B0F49" w:rsidR="00481AA1" w:rsidP="009C54AE" w:rsidRDefault="00D65B27" w14:paraId="29D6FF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Zasoby odnawialne: leśnictwo</w:t>
            </w:r>
            <w:r w:rsidRPr="004B0F49" w:rsidR="001D6241">
              <w:rPr>
                <w:rFonts w:ascii="Corbel" w:hAnsi="Corbel"/>
                <w:sz w:val="24"/>
                <w:szCs w:val="24"/>
              </w:rPr>
              <w:t xml:space="preserve"> i rybołówstwo</w:t>
            </w:r>
          </w:p>
        </w:tc>
      </w:tr>
      <w:tr w:rsidRPr="009C54AE" w:rsidR="00481AA1" w:rsidTr="009D6CF2" w14:paraId="21754744" w14:textId="77777777">
        <w:tc>
          <w:tcPr>
            <w:tcW w:w="9520" w:type="dxa"/>
          </w:tcPr>
          <w:p w:rsidRPr="004B0F49" w:rsidR="00481AA1" w:rsidP="009C54AE" w:rsidRDefault="00D65B27" w14:paraId="2AABF22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Obszary prawnie chronione</w:t>
            </w:r>
          </w:p>
        </w:tc>
      </w:tr>
      <w:tr w:rsidRPr="009C54AE" w:rsidR="00481AA1" w:rsidTr="009D6CF2" w14:paraId="2DC1B21B" w14:textId="77777777">
        <w:tc>
          <w:tcPr>
            <w:tcW w:w="9520" w:type="dxa"/>
          </w:tcPr>
          <w:p w:rsidRPr="004B0F49" w:rsidR="00481AA1" w:rsidP="009C54AE" w:rsidRDefault="00D65B27" w14:paraId="2B3BBC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Pr="009C54AE" w:rsidR="00481AA1" w:rsidTr="009D6CF2" w14:paraId="2BC5FC00" w14:textId="77777777">
        <w:tc>
          <w:tcPr>
            <w:tcW w:w="9520" w:type="dxa"/>
          </w:tcPr>
          <w:p w:rsidRPr="004B0F49" w:rsidR="00481AA1" w:rsidP="009C54AE" w:rsidRDefault="00D65B27" w14:paraId="7ADA82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Pr="009C54AE" w:rsidR="00481AA1" w:rsidTr="009D6CF2" w14:paraId="5F6DF5C0" w14:textId="77777777">
        <w:tc>
          <w:tcPr>
            <w:tcW w:w="9520" w:type="dxa"/>
          </w:tcPr>
          <w:p w:rsidRPr="004B0F49" w:rsidR="00481AA1" w:rsidP="009C54AE" w:rsidRDefault="009D6CF2" w14:paraId="656143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Unijny system handlu</w:t>
            </w:r>
            <w:r w:rsidRPr="004B0F49" w:rsidR="00D65B27">
              <w:rPr>
                <w:rFonts w:ascii="Corbel" w:hAnsi="Corbel"/>
                <w:sz w:val="24"/>
                <w:szCs w:val="24"/>
              </w:rPr>
              <w:t xml:space="preserve"> uprawnieniami d</w:t>
            </w:r>
            <w:r w:rsidRPr="004B0F49">
              <w:rPr>
                <w:rFonts w:ascii="Corbel" w:hAnsi="Corbel"/>
                <w:sz w:val="24"/>
                <w:szCs w:val="24"/>
              </w:rPr>
              <w:t xml:space="preserve">o emisji </w:t>
            </w:r>
          </w:p>
        </w:tc>
      </w:tr>
      <w:tr w:rsidRPr="009C54AE" w:rsidR="00D65B27" w:rsidTr="009D6CF2" w14:paraId="0CEA5457" w14:textId="77777777">
        <w:tc>
          <w:tcPr>
            <w:tcW w:w="9520" w:type="dxa"/>
          </w:tcPr>
          <w:p w:rsidRPr="004B0F49" w:rsidR="00D65B27" w:rsidP="009C54AE" w:rsidRDefault="00D65B27" w14:paraId="18799F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Zmiany klimatyczne jako determinanta budowy gospodarki niskoemisyjnej</w:t>
            </w:r>
          </w:p>
        </w:tc>
      </w:tr>
      <w:tr w:rsidRPr="009C54AE" w:rsidR="00D65B27" w:rsidTr="009D6CF2" w14:paraId="184BF3B7" w14:textId="77777777">
        <w:tc>
          <w:tcPr>
            <w:tcW w:w="9520" w:type="dxa"/>
          </w:tcPr>
          <w:p w:rsidRPr="004B0F49" w:rsidR="00D65B27" w:rsidP="009C54AE" w:rsidRDefault="00D65B27" w14:paraId="14B253F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Model zrównoważonego rozwoju</w:t>
            </w:r>
          </w:p>
        </w:tc>
      </w:tr>
    </w:tbl>
    <w:p w:rsidRPr="009C54AE" w:rsidR="0085747A" w:rsidP="009C54AE" w:rsidRDefault="0085747A" w14:paraId="34D163C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FEEDC1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P="009C54AE" w:rsidRDefault="0085747A" w14:paraId="697EE4D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31A21" w:rsidR="00AA6155" w:rsidP="00AA6155" w:rsidRDefault="00AA6155" w14:paraId="441D7DDF" w14:textId="77777777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831A21">
        <w:rPr>
          <w:rFonts w:ascii="Corbel" w:hAnsi="Corbel" w:cs="Corbel"/>
          <w:color w:val="000000"/>
          <w:sz w:val="24"/>
          <w:szCs w:val="24"/>
          <w:lang w:eastAsia="pl-PL"/>
        </w:rPr>
        <w:t xml:space="preserve">Wykład: wykład z prezentacją multimedialną, </w:t>
      </w:r>
    </w:p>
    <w:p w:rsidRPr="004B7285" w:rsidR="00AA6155" w:rsidP="00AA6155" w:rsidRDefault="00AA6155" w14:paraId="3A729A38" w14:textId="77777777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dyskusja moderowana, praca w grupach przy analizowaniu podejmowanych zagadnień. </w:t>
      </w:r>
    </w:p>
    <w:p w:rsidR="00E960BB" w:rsidP="009C54AE" w:rsidRDefault="00E960BB" w14:paraId="599337C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FCE9FA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34D0DBB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B8A892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CBC461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Pr="009C54AE" w:rsidR="0085747A" w:rsidTr="00C05F44" w14:paraId="130DE961" w14:textId="77777777">
        <w:tc>
          <w:tcPr>
            <w:tcW w:w="1985" w:type="dxa"/>
            <w:vAlign w:val="center"/>
          </w:tcPr>
          <w:p w:rsidRPr="009C54AE" w:rsidR="0085747A" w:rsidP="009C54AE" w:rsidRDefault="0071620A" w14:paraId="7DD94D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CA65B5" w:rsidRDefault="00F974DA" w14:paraId="148C5C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:rsidRPr="009C54AE" w:rsidR="0085747A" w:rsidP="00CA65B5" w:rsidRDefault="0085747A" w14:paraId="67D28A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Pr="009C54AE" w:rsidR="0085747A" w:rsidTr="00C05F44" w14:paraId="7DB722B2" w14:textId="77777777">
        <w:tc>
          <w:tcPr>
            <w:tcW w:w="1985" w:type="dxa"/>
          </w:tcPr>
          <w:p w:rsidRPr="009C54AE" w:rsidR="0085747A" w:rsidP="009C54AE" w:rsidRDefault="0085747A" w14:paraId="17BEEF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4469A7" w:rsidR="0085747A" w:rsidP="004469A7" w:rsidRDefault="004469A7" w14:paraId="13082295" w14:textId="77777777">
            <w:pPr>
              <w:spacing w:after="0" w:line="240" w:lineRule="auto"/>
            </w:pPr>
            <w:r w:rsidRPr="00831A21">
              <w:rPr>
                <w:rFonts w:ascii="Corbel" w:hAnsi="Corbel"/>
              </w:rPr>
              <w:t>kolokwium, egzamin pisemny</w:t>
            </w:r>
          </w:p>
        </w:tc>
        <w:tc>
          <w:tcPr>
            <w:tcW w:w="2126" w:type="dxa"/>
          </w:tcPr>
          <w:p w:rsidRPr="004469A7" w:rsidR="0085747A" w:rsidP="004469A7" w:rsidRDefault="004469A7" w14:paraId="3A2377C9" w14:textId="7777777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Pr="009C54AE" w:rsidR="0085747A" w:rsidTr="00C05F44" w14:paraId="02ABCB93" w14:textId="77777777">
        <w:tc>
          <w:tcPr>
            <w:tcW w:w="1985" w:type="dxa"/>
          </w:tcPr>
          <w:p w:rsidRPr="009C54AE" w:rsidR="0085747A" w:rsidP="009C54AE" w:rsidRDefault="0085747A" w14:paraId="75BB0E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4469A7" w:rsidR="0085747A" w:rsidP="004469A7" w:rsidRDefault="004469A7" w14:paraId="241CF7B9" w14:textId="77777777">
            <w:pPr>
              <w:spacing w:after="0" w:line="240" w:lineRule="auto"/>
            </w:pPr>
            <w:r w:rsidRPr="00831A21">
              <w:rPr>
                <w:rFonts w:ascii="Corbel" w:hAnsi="Corbel"/>
              </w:rPr>
              <w:t>kolokwium, egzamin pisemny</w:t>
            </w:r>
          </w:p>
        </w:tc>
        <w:tc>
          <w:tcPr>
            <w:tcW w:w="2126" w:type="dxa"/>
          </w:tcPr>
          <w:p w:rsidRPr="004469A7" w:rsidR="0085747A" w:rsidP="004469A7" w:rsidRDefault="004469A7" w14:paraId="0658406A" w14:textId="7777777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Pr="009C54AE" w:rsidR="001D6241" w:rsidTr="00C05F44" w14:paraId="3953ED71" w14:textId="77777777">
        <w:tc>
          <w:tcPr>
            <w:tcW w:w="1985" w:type="dxa"/>
          </w:tcPr>
          <w:p w:rsidRPr="009C54AE" w:rsidR="001D6241" w:rsidP="009C54AE" w:rsidRDefault="004469A7" w14:paraId="13AD68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4469A7" w:rsidR="001D6241" w:rsidP="004469A7" w:rsidRDefault="004469A7" w14:paraId="7E831CEE" w14:textId="7777777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:rsidRPr="004469A7" w:rsidR="001D6241" w:rsidP="004469A7" w:rsidRDefault="004469A7" w14:paraId="06F9D458" w14:textId="7777777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Pr="009C54AE" w:rsidR="001D6241" w:rsidTr="00C05F44" w14:paraId="19766E4A" w14:textId="77777777">
        <w:tc>
          <w:tcPr>
            <w:tcW w:w="1985" w:type="dxa"/>
          </w:tcPr>
          <w:p w:rsidRPr="009C54AE" w:rsidR="001D6241" w:rsidP="009C54AE" w:rsidRDefault="004469A7" w14:paraId="63C8C7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4469A7" w:rsidR="001D6241" w:rsidP="004469A7" w:rsidRDefault="004469A7" w14:paraId="28A386A3" w14:textId="7777777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:rsidRPr="004469A7" w:rsidR="001D6241" w:rsidP="004469A7" w:rsidRDefault="004469A7" w14:paraId="2470E10D" w14:textId="7777777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Pr="009C54AE" w:rsidR="001D6241" w:rsidTr="00C05F44" w14:paraId="28C432E5" w14:textId="77777777">
        <w:tc>
          <w:tcPr>
            <w:tcW w:w="1985" w:type="dxa"/>
          </w:tcPr>
          <w:p w:rsidRPr="009C54AE" w:rsidR="001D6241" w:rsidP="009C54AE" w:rsidRDefault="004469A7" w14:paraId="6F71DA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4469A7" w:rsidR="001D6241" w:rsidP="004469A7" w:rsidRDefault="004469A7" w14:paraId="7DC74EBB" w14:textId="7777777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:rsidRPr="004469A7" w:rsidR="001D6241" w:rsidP="004469A7" w:rsidRDefault="004469A7" w14:paraId="622461AE" w14:textId="7777777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</w:tbl>
    <w:p w:rsidRPr="009C54AE" w:rsidR="00923D7D" w:rsidP="009C54AE" w:rsidRDefault="00923D7D" w14:paraId="09E137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00CF92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2CC02DC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00E61B6" w14:paraId="6FBB5879" w14:textId="77777777">
        <w:tc>
          <w:tcPr>
            <w:tcW w:w="9670" w:type="dxa"/>
            <w:tcMar/>
          </w:tcPr>
          <w:p w:rsidRPr="003B2AE6" w:rsidR="004469A7" w:rsidP="004469A7" w:rsidRDefault="004469A7" w14:paraId="63A923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:rsidRPr="003B2AE6" w:rsidR="004469A7" w:rsidP="004469A7" w:rsidRDefault="004469A7" w14:paraId="6AD145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:rsidRPr="004469A7" w:rsidR="0085747A" w:rsidP="100E61B6" w:rsidRDefault="004469A7" w14:paraId="797745BD" w14:textId="18C5F9B7">
            <w:pPr>
              <w:pStyle w:val="Normalny"/>
            </w:pPr>
            <w:r w:rsidRPr="100E61B6" w:rsidR="004469A7">
              <w:rPr>
                <w:rFonts w:ascii="Corbel" w:hAnsi="Corbel"/>
              </w:rPr>
              <w:t>2. Ćwiczenia - uz</w:t>
            </w:r>
            <w:r w:rsidRPr="100E61B6" w:rsidR="007334F1">
              <w:rPr>
                <w:rFonts w:ascii="Corbel" w:hAnsi="Corbel"/>
              </w:rPr>
              <w:t>yskanie pozytywnej oceny z kolokwium</w:t>
            </w:r>
            <w:r w:rsidRPr="100E61B6" w:rsidR="004469A7">
              <w:rPr>
                <w:rFonts w:ascii="Corbel" w:hAnsi="Corbel"/>
              </w:rPr>
              <w:t>, efektów pracy zespołowej (referat i prezentacja multimedialna wybranego zagadnienia) oraz aktywności na ćwiczeniach</w:t>
            </w:r>
            <w:r w:rsidRPr="100E61B6" w:rsidR="60F9D987">
              <w:rPr>
                <w:rFonts w:ascii="Corbel" w:hAnsi="Corbel"/>
              </w:rPr>
              <w:t xml:space="preserve">. </w:t>
            </w:r>
            <w:r w:rsidRPr="100E61B6" w:rsidR="004469A7">
              <w:rPr>
                <w:rFonts w:ascii="Corbel" w:hAnsi="Corbel"/>
              </w:rPr>
              <w:t>Ocena końcowa stanowić będzie ś</w:t>
            </w:r>
            <w:r w:rsidRPr="100E61B6" w:rsidR="004A463F">
              <w:rPr>
                <w:rFonts w:ascii="Corbel" w:hAnsi="Corbel"/>
              </w:rPr>
              <w:t>redni</w:t>
            </w:r>
            <w:r w:rsidRPr="100E61B6" w:rsidR="7181B893">
              <w:rPr>
                <w:rFonts w:ascii="Corbel" w:hAnsi="Corbel"/>
              </w:rPr>
              <w:t>ą</w:t>
            </w:r>
            <w:r w:rsidRPr="100E61B6" w:rsidR="004A463F">
              <w:rPr>
                <w:rFonts w:ascii="Corbel" w:hAnsi="Corbel"/>
              </w:rPr>
              <w:t xml:space="preserve"> arytmetyczn</w:t>
            </w:r>
            <w:r w:rsidRPr="100E61B6" w:rsidR="2EC3BB3D">
              <w:rPr>
                <w:rFonts w:ascii="Corbel" w:hAnsi="Corbel"/>
              </w:rPr>
              <w:t>ą</w:t>
            </w:r>
            <w:r w:rsidRPr="100E61B6" w:rsidR="004A463F">
              <w:rPr>
                <w:rFonts w:ascii="Corbel" w:hAnsi="Corbel"/>
              </w:rPr>
              <w:t xml:space="preserve"> z kolokwium</w:t>
            </w:r>
            <w:r w:rsidRPr="100E61B6" w:rsidR="004469A7">
              <w:rPr>
                <w:rFonts w:ascii="Corbel" w:hAnsi="Corbel"/>
              </w:rPr>
              <w:t>, referatu i prezentacji</w:t>
            </w:r>
            <w:r w:rsidRPr="100E61B6" w:rsidR="10B8190D">
              <w:rPr>
                <w:rFonts w:ascii="Corbel" w:hAnsi="Corbel"/>
              </w:rPr>
              <w:t>,</w:t>
            </w:r>
            <w:r w:rsidRPr="100E61B6" w:rsidR="4D7FACBA">
              <w:rPr>
                <w:rFonts w:ascii="Corbel" w:hAnsi="Corbel"/>
              </w:rPr>
              <w:t xml:space="preserve"> która może być</w:t>
            </w:r>
            <w:r w:rsidRPr="100E61B6" w:rsidR="10B8190D">
              <w:rPr>
                <w:rFonts w:ascii="Corbel" w:hAnsi="Corbel"/>
              </w:rPr>
              <w:t xml:space="preserve"> </w:t>
            </w:r>
            <w:r w:rsidRPr="100E61B6" w:rsidR="10B8190D">
              <w:rPr>
                <w:rFonts w:ascii="Corbel" w:hAnsi="Corbel" w:eastAsia="Corbel" w:cs="Corbel"/>
                <w:noProof w:val="0"/>
                <w:sz w:val="22"/>
                <w:szCs w:val="22"/>
                <w:lang w:val="pl-PL"/>
              </w:rPr>
              <w:t>skorygowan</w:t>
            </w:r>
            <w:r w:rsidRPr="100E61B6" w:rsidR="28BCCAA2">
              <w:rPr>
                <w:rFonts w:ascii="Corbel" w:hAnsi="Corbel" w:eastAsia="Corbel" w:cs="Corbel"/>
                <w:noProof w:val="0"/>
                <w:sz w:val="22"/>
                <w:szCs w:val="22"/>
                <w:lang w:val="pl-PL"/>
              </w:rPr>
              <w:t>a</w:t>
            </w:r>
            <w:r w:rsidRPr="100E61B6" w:rsidR="10B8190D">
              <w:rPr>
                <w:rFonts w:ascii="Corbel" w:hAnsi="Corbel" w:eastAsia="Corbel" w:cs="Corbel"/>
                <w:noProof w:val="0"/>
                <w:sz w:val="22"/>
                <w:szCs w:val="22"/>
                <w:lang w:val="pl-PL"/>
              </w:rPr>
              <w:t xml:space="preserve"> o 0,5 stopnia za aktywność studenta na ćwiczeniach</w:t>
            </w:r>
            <w:r w:rsidRPr="100E61B6" w:rsidR="553F6280">
              <w:rPr>
                <w:rFonts w:ascii="Corbel" w:hAnsi="Corbel" w:eastAsia="Corbel" w:cs="Corbel"/>
                <w:noProof w:val="0"/>
                <w:sz w:val="22"/>
                <w:szCs w:val="22"/>
                <w:lang w:val="pl-PL"/>
              </w:rPr>
              <w:t>.</w:t>
            </w:r>
          </w:p>
        </w:tc>
      </w:tr>
    </w:tbl>
    <w:p w:rsidRPr="009C54AE" w:rsidR="0085747A" w:rsidP="009C54AE" w:rsidRDefault="0085747A" w14:paraId="013DFAB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1C71EF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EFB81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76DEA4E5" w14:textId="77777777">
        <w:tc>
          <w:tcPr>
            <w:tcW w:w="4962" w:type="dxa"/>
            <w:vAlign w:val="center"/>
          </w:tcPr>
          <w:p w:rsidRPr="009C54AE" w:rsidR="0085747A" w:rsidP="009C54AE" w:rsidRDefault="00C61DC5" w14:paraId="61B1A6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750EE9B" w14:textId="3D2159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276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334569A" w14:textId="77777777">
        <w:tc>
          <w:tcPr>
            <w:tcW w:w="4962" w:type="dxa"/>
          </w:tcPr>
          <w:p w:rsidRPr="009C54AE" w:rsidR="0085747A" w:rsidP="009C54AE" w:rsidRDefault="00C61DC5" w14:paraId="5668D74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CA65B5" w:rsidRDefault="004469A7" w14:paraId="0F18BDC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6515A4FA" w14:textId="77777777">
        <w:tc>
          <w:tcPr>
            <w:tcW w:w="4962" w:type="dxa"/>
          </w:tcPr>
          <w:p w:rsidRPr="009C54AE" w:rsidR="00C61DC5" w:rsidP="009C54AE" w:rsidRDefault="00C61DC5" w14:paraId="49EB22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C915F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CA65B5" w:rsidRDefault="004469A7" w14:paraId="501C347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2086AF96" w14:textId="77777777">
        <w:tc>
          <w:tcPr>
            <w:tcW w:w="4962" w:type="dxa"/>
          </w:tcPr>
          <w:p w:rsidRPr="009C54AE" w:rsidR="00C61DC5" w:rsidP="000721F4" w:rsidRDefault="00C61DC5" w14:paraId="29842BE0" w14:textId="1E9EB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721F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:rsidRPr="009C54AE" w:rsidR="00C61DC5" w:rsidP="00CA65B5" w:rsidRDefault="004469A7" w14:paraId="4E940B6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Pr="009C54AE" w:rsidR="0085747A" w:rsidTr="00923D7D" w14:paraId="4BBA3C81" w14:textId="77777777">
        <w:tc>
          <w:tcPr>
            <w:tcW w:w="4962" w:type="dxa"/>
          </w:tcPr>
          <w:p w:rsidRPr="009C54AE" w:rsidR="0085747A" w:rsidP="009C54AE" w:rsidRDefault="0085747A" w14:paraId="6A0ACB4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CA65B5" w:rsidRDefault="004469A7" w14:paraId="3B2669E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16B6CBB1" w14:textId="77777777">
        <w:tc>
          <w:tcPr>
            <w:tcW w:w="4962" w:type="dxa"/>
          </w:tcPr>
          <w:p w:rsidRPr="009C54AE" w:rsidR="0085747A" w:rsidP="009C54AE" w:rsidRDefault="0085747A" w14:paraId="42AFFC6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CA65B5" w:rsidRDefault="004469A7" w14:paraId="7473BA1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7DB0F5C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8D1C12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1EB40A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91BC71E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Pr="009C54AE" w:rsidR="0085747A" w:rsidTr="00CA65B5" w14:paraId="3E308005" w14:textId="77777777">
        <w:trPr>
          <w:trHeight w:val="397"/>
        </w:trPr>
        <w:tc>
          <w:tcPr>
            <w:tcW w:w="4082" w:type="dxa"/>
          </w:tcPr>
          <w:p w:rsidRPr="009C54AE" w:rsidR="0085747A" w:rsidP="009C54AE" w:rsidRDefault="0085747A" w14:paraId="69B2A7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Pr="009C54AE" w:rsidR="0085747A" w:rsidP="00CA65B5" w:rsidRDefault="004B0F49" w14:paraId="05CA55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CA65B5" w14:paraId="429EE27D" w14:textId="77777777">
        <w:trPr>
          <w:trHeight w:val="397"/>
        </w:trPr>
        <w:tc>
          <w:tcPr>
            <w:tcW w:w="4082" w:type="dxa"/>
          </w:tcPr>
          <w:p w:rsidRPr="009C54AE" w:rsidR="0085747A" w:rsidP="009C54AE" w:rsidRDefault="0085747A" w14:paraId="65AC20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Pr="009C54AE" w:rsidR="0085747A" w:rsidP="00CA65B5" w:rsidRDefault="004B0F49" w14:paraId="175568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64639D1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C8F5B3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02AB4C9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9C54AE" w:rsidR="0085747A" w:rsidTr="100E61B6" w14:paraId="7A3515F7" w14:textId="77777777">
        <w:trPr>
          <w:trHeight w:val="397"/>
        </w:trPr>
        <w:tc>
          <w:tcPr>
            <w:tcW w:w="9497" w:type="dxa"/>
            <w:tcMar/>
          </w:tcPr>
          <w:p w:rsidRPr="004B0F49" w:rsidR="0085747A" w:rsidP="004B0F49" w:rsidRDefault="0085747A" w14:paraId="00A5D6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B0F49" w:rsidR="00AA6155" w:rsidP="00CA65B5" w:rsidRDefault="00AA6155" w14:paraId="752D8AA6" w14:textId="77777777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Fiedor (red.) Podstawy ekonomii środowiska i zasobów naturalnych, Wyd. C.H. Beck, Warszawa 2002r. </w:t>
            </w:r>
          </w:p>
          <w:p w:rsidRPr="004B0F49" w:rsidR="00AA6155" w:rsidP="00CA65B5" w:rsidRDefault="00AA6155" w14:paraId="6F2D0AE4" w14:textId="77777777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:rsidRPr="00CA65B5" w:rsidR="00AA6155" w:rsidP="00CA65B5" w:rsidRDefault="00AA6155" w14:paraId="2E07BEF2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CA65B5">
              <w:rPr>
                <w:rFonts w:ascii="Corbel" w:hAnsi="Corbel"/>
                <w:sz w:val="24"/>
                <w:szCs w:val="24"/>
              </w:rPr>
              <w:t>B. Poskrobko, Kształtowanie teorii i wdrożeniowe aspekty zrównoważonego rozwoju, WSE Białystok 2011r.</w:t>
            </w:r>
          </w:p>
        </w:tc>
      </w:tr>
      <w:tr w:rsidRPr="009C54AE" w:rsidR="0085747A" w:rsidTr="100E61B6" w14:paraId="5216544D" w14:textId="77777777">
        <w:trPr>
          <w:trHeight w:val="397"/>
        </w:trPr>
        <w:tc>
          <w:tcPr>
            <w:tcW w:w="9497" w:type="dxa"/>
            <w:tcMar/>
          </w:tcPr>
          <w:p w:rsidRPr="004B0F49" w:rsidR="0085747A" w:rsidP="004B0F49" w:rsidRDefault="0085747A" w14:paraId="61988C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4B0F49" w:rsidR="00AA6155" w:rsidP="00CA65B5" w:rsidRDefault="00AA6155" w14:paraId="345600AE" w14:textId="77777777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S. Czaja, A. Becla, J. Włodarczyk, T. Poskrobko, Wyzwania współczesnej ekonomii. Wybrane problemy, Wyd. Difin, Warszawa 2012. </w:t>
            </w:r>
          </w:p>
          <w:p w:rsidRPr="004B0F49" w:rsidR="00AA6155" w:rsidP="00CA65B5" w:rsidRDefault="00AA6155" w14:paraId="6264D0CD" w14:textId="77777777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100E61B6" w:rsidR="00AA6155">
              <w:rPr>
                <w:rFonts w:ascii="Corbel" w:hAnsi="Corbel"/>
              </w:rPr>
              <w:t>T. Żylicz, Cena przyrody, WEiŚ, Białystok 2014.</w:t>
            </w:r>
          </w:p>
          <w:p w:rsidRPr="00CA65B5" w:rsidR="00AA6155" w:rsidP="100E61B6" w:rsidRDefault="00AA6155" w14:paraId="50AB2E26" w14:textId="7F5AD9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00E61B6" w:rsidR="3491D519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B. Grzebyk, Natura 2000 jako element kształtowania równowagi między rolnictwem a ochroną środowiska [w:]</w:t>
            </w:r>
            <w:r w:rsidRPr="100E61B6" w:rsidR="3491D51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Współczesne wyzwania rozwoju gospodarczego. Polityka i kreacja potencjału. Cz. II. Struktura gospodarki - Rynek pracy - Środowisko i jakość życia, t. 2: A. Cudowska-Sojko (red.), Białystok 2015.</w:t>
            </w:r>
          </w:p>
        </w:tc>
      </w:tr>
    </w:tbl>
    <w:p w:rsidRPr="009C54AE" w:rsidR="0085747A" w:rsidP="009C54AE" w:rsidRDefault="0085747A" w14:paraId="3DACE86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D5CE73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01E6E4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06533" w:rsidP="00C16ABF" w:rsidRDefault="00F06533" w14:paraId="70CBEFD0" w14:textId="77777777">
      <w:pPr>
        <w:spacing w:after="0" w:line="240" w:lineRule="auto"/>
      </w:pPr>
      <w:r>
        <w:separator/>
      </w:r>
    </w:p>
  </w:endnote>
  <w:endnote w:type="continuationSeparator" w:id="0">
    <w:p w:rsidR="00F06533" w:rsidP="00C16ABF" w:rsidRDefault="00F06533" w14:paraId="751EA58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06533" w:rsidP="00C16ABF" w:rsidRDefault="00F06533" w14:paraId="1661B27E" w14:textId="77777777">
      <w:pPr>
        <w:spacing w:after="0" w:line="240" w:lineRule="auto"/>
      </w:pPr>
      <w:r>
        <w:separator/>
      </w:r>
    </w:p>
  </w:footnote>
  <w:footnote w:type="continuationSeparator" w:id="0">
    <w:p w:rsidR="00F06533" w:rsidP="00C16ABF" w:rsidRDefault="00F06533" w14:paraId="29E5A83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42DAEC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2668C12E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F27410"/>
    <w:multiLevelType w:val="hybridMultilevel"/>
    <w:tmpl w:val="BA861E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AD6B62"/>
    <w:multiLevelType w:val="hybridMultilevel"/>
    <w:tmpl w:val="B50AD8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855377D"/>
    <w:multiLevelType w:val="hybridMultilevel"/>
    <w:tmpl w:val="CAD62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33C"/>
    <w:rsid w:val="00042A51"/>
    <w:rsid w:val="00042D2E"/>
    <w:rsid w:val="00044C82"/>
    <w:rsid w:val="00062766"/>
    <w:rsid w:val="00070ED6"/>
    <w:rsid w:val="000721F4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24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C8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31"/>
    <w:rsid w:val="003151C5"/>
    <w:rsid w:val="003343CF"/>
    <w:rsid w:val="00346FE9"/>
    <w:rsid w:val="0034759A"/>
    <w:rsid w:val="003503F6"/>
    <w:rsid w:val="003530DD"/>
    <w:rsid w:val="00363F78"/>
    <w:rsid w:val="00395D3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A7"/>
    <w:rsid w:val="00461EFC"/>
    <w:rsid w:val="004652C2"/>
    <w:rsid w:val="004706D1"/>
    <w:rsid w:val="00471326"/>
    <w:rsid w:val="0047598D"/>
    <w:rsid w:val="00481AA1"/>
    <w:rsid w:val="004840FD"/>
    <w:rsid w:val="00485955"/>
    <w:rsid w:val="00490F7D"/>
    <w:rsid w:val="00491678"/>
    <w:rsid w:val="004968E2"/>
    <w:rsid w:val="004A3EEA"/>
    <w:rsid w:val="004A463F"/>
    <w:rsid w:val="004A4D1F"/>
    <w:rsid w:val="004B0F4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1DF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4F1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17F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CF2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A7F"/>
    <w:rsid w:val="00A97DE1"/>
    <w:rsid w:val="00AA6155"/>
    <w:rsid w:val="00AB053C"/>
    <w:rsid w:val="00AC22C5"/>
    <w:rsid w:val="00AD1146"/>
    <w:rsid w:val="00AD27D3"/>
    <w:rsid w:val="00AD452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5B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9FC"/>
    <w:rsid w:val="00D552B2"/>
    <w:rsid w:val="00D608D1"/>
    <w:rsid w:val="00D65B2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E4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533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766EF"/>
    <w:rsid w:val="0E729155"/>
    <w:rsid w:val="100E61B6"/>
    <w:rsid w:val="10B8190D"/>
    <w:rsid w:val="271BBCA4"/>
    <w:rsid w:val="28BCCAA2"/>
    <w:rsid w:val="2EC3BB3D"/>
    <w:rsid w:val="3491D519"/>
    <w:rsid w:val="4D7FACBA"/>
    <w:rsid w:val="52892CE3"/>
    <w:rsid w:val="553F6280"/>
    <w:rsid w:val="589CAED3"/>
    <w:rsid w:val="5DE6CE51"/>
    <w:rsid w:val="60F9D987"/>
    <w:rsid w:val="6FA0B002"/>
    <w:rsid w:val="713C8063"/>
    <w:rsid w:val="7181B893"/>
    <w:rsid w:val="7336BA4A"/>
    <w:rsid w:val="74742125"/>
    <w:rsid w:val="760FF186"/>
    <w:rsid w:val="7BB60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92627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0721F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0721F4"/>
  </w:style>
  <w:style w:type="character" w:styleId="spellingerror" w:customStyle="1">
    <w:name w:val="spellingerror"/>
    <w:basedOn w:val="Domylnaczcionkaakapitu"/>
    <w:rsid w:val="000721F4"/>
  </w:style>
  <w:style w:type="character" w:styleId="eop" w:customStyle="1">
    <w:name w:val="eop"/>
    <w:basedOn w:val="Domylnaczcionkaakapitu"/>
    <w:rsid w:val="00072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099095-B2A6-4E9C-B02D-3DEB8C82D0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85238D-94B3-467D-92BF-9C544689B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2E8123-9988-47A5-AFD5-608A7477B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40B395-66B6-4D6E-8F4D-472A0D631A3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Grzebyk Bogumiła</lastModifiedBy>
  <revision>9</revision>
  <lastPrinted>2019-02-06T12:12:00.0000000Z</lastPrinted>
  <dcterms:created xsi:type="dcterms:W3CDTF">2020-11-26T12:16:00.0000000Z</dcterms:created>
  <dcterms:modified xsi:type="dcterms:W3CDTF">2020-12-11T00:25:12.3124189Z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